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3C5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233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34CFD0" w14:textId="3FCDE36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01C0C">
        <w:rPr>
          <w:rFonts w:ascii="Corbel" w:hAnsi="Corbel"/>
          <w:i/>
          <w:smallCaps/>
          <w:sz w:val="24"/>
          <w:szCs w:val="24"/>
        </w:rPr>
        <w:t xml:space="preserve"> 20</w:t>
      </w:r>
      <w:r w:rsidR="00946798">
        <w:rPr>
          <w:rFonts w:ascii="Corbel" w:hAnsi="Corbel"/>
          <w:i/>
          <w:smallCaps/>
          <w:sz w:val="24"/>
          <w:szCs w:val="24"/>
        </w:rPr>
        <w:t>19</w:t>
      </w:r>
      <w:r w:rsidR="00801C0C">
        <w:rPr>
          <w:rFonts w:ascii="Corbel" w:hAnsi="Corbel"/>
          <w:i/>
          <w:smallCaps/>
          <w:sz w:val="24"/>
          <w:szCs w:val="24"/>
        </w:rPr>
        <w:t>-202</w:t>
      </w:r>
      <w:r w:rsidR="00946798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51503E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24293C0" w14:textId="6D238F8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0008B">
        <w:rPr>
          <w:rFonts w:ascii="Corbel" w:hAnsi="Corbel"/>
          <w:sz w:val="20"/>
          <w:szCs w:val="20"/>
        </w:rPr>
        <w:t>2</w:t>
      </w:r>
      <w:r w:rsidR="00801C0C">
        <w:rPr>
          <w:rFonts w:ascii="Corbel" w:hAnsi="Corbel"/>
          <w:sz w:val="20"/>
          <w:szCs w:val="20"/>
        </w:rPr>
        <w:t>0</w:t>
      </w:r>
      <w:r w:rsidR="00946798">
        <w:rPr>
          <w:rFonts w:ascii="Corbel" w:hAnsi="Corbel"/>
          <w:sz w:val="20"/>
          <w:szCs w:val="20"/>
        </w:rPr>
        <w:t>19</w:t>
      </w:r>
      <w:r w:rsidR="00801C0C">
        <w:rPr>
          <w:rFonts w:ascii="Corbel" w:hAnsi="Corbel"/>
          <w:sz w:val="20"/>
          <w:szCs w:val="20"/>
        </w:rPr>
        <w:t>/202</w:t>
      </w:r>
      <w:r w:rsidR="00946798">
        <w:rPr>
          <w:rFonts w:ascii="Corbel" w:hAnsi="Corbel"/>
          <w:sz w:val="20"/>
          <w:szCs w:val="20"/>
        </w:rPr>
        <w:t>0</w:t>
      </w:r>
    </w:p>
    <w:p w14:paraId="1F2AF9C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C8C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19A176B" w14:textId="77777777" w:rsidTr="00B819C8">
        <w:tc>
          <w:tcPr>
            <w:tcW w:w="2694" w:type="dxa"/>
            <w:vAlign w:val="center"/>
          </w:tcPr>
          <w:p w14:paraId="326D1749" w14:textId="77777777" w:rsidR="0085747A" w:rsidRPr="00B839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230C43" w14:textId="77777777" w:rsidR="0085747A" w:rsidRPr="009C54AE" w:rsidRDefault="00140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pracy socjalnej</w:t>
            </w:r>
          </w:p>
        </w:tc>
      </w:tr>
      <w:tr w:rsidR="0085747A" w:rsidRPr="009C54AE" w14:paraId="2C13FE32" w14:textId="77777777" w:rsidTr="00B819C8">
        <w:tc>
          <w:tcPr>
            <w:tcW w:w="2694" w:type="dxa"/>
            <w:vAlign w:val="center"/>
          </w:tcPr>
          <w:p w14:paraId="4F813CBC" w14:textId="77777777" w:rsidR="0085747A" w:rsidRPr="00B839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39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03E279" w14:textId="77777777" w:rsidR="0085747A" w:rsidRPr="00140DD5" w:rsidRDefault="00140DD5" w:rsidP="00140DD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140DD5">
              <w:rPr>
                <w:rFonts w:ascii="Corbel" w:hAnsi="Corbel"/>
                <w:color w:val="000000"/>
                <w:sz w:val="24"/>
                <w:szCs w:val="24"/>
              </w:rPr>
              <w:t>P1S[2]O_02</w:t>
            </w:r>
          </w:p>
        </w:tc>
      </w:tr>
      <w:tr w:rsidR="00140DD5" w:rsidRPr="009C54AE" w14:paraId="5BD658B6" w14:textId="77777777" w:rsidTr="00B819C8">
        <w:tc>
          <w:tcPr>
            <w:tcW w:w="2694" w:type="dxa"/>
            <w:vAlign w:val="center"/>
          </w:tcPr>
          <w:p w14:paraId="160B8D86" w14:textId="77777777" w:rsidR="00140DD5" w:rsidRPr="00B839D0" w:rsidRDefault="00140DD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40FA7C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0DD5" w:rsidRPr="009C54AE" w14:paraId="3BF27884" w14:textId="77777777" w:rsidTr="00B819C8">
        <w:tc>
          <w:tcPr>
            <w:tcW w:w="2694" w:type="dxa"/>
            <w:vAlign w:val="center"/>
          </w:tcPr>
          <w:p w14:paraId="49162D03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C99F55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0DD5" w:rsidRPr="009C54AE" w14:paraId="12BA5351" w14:textId="77777777" w:rsidTr="00B819C8">
        <w:tc>
          <w:tcPr>
            <w:tcW w:w="2694" w:type="dxa"/>
            <w:vAlign w:val="center"/>
          </w:tcPr>
          <w:p w14:paraId="60062483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B39725" w14:textId="77777777" w:rsidR="00140DD5" w:rsidRPr="009C54AE" w:rsidRDefault="00140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40DD5" w:rsidRPr="009C54AE" w14:paraId="57185082" w14:textId="77777777" w:rsidTr="00B819C8">
        <w:tc>
          <w:tcPr>
            <w:tcW w:w="2694" w:type="dxa"/>
            <w:vAlign w:val="center"/>
          </w:tcPr>
          <w:p w14:paraId="111AFAFC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1B3DA2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40DD5" w:rsidRPr="009C54AE" w14:paraId="383C7682" w14:textId="77777777" w:rsidTr="00B819C8">
        <w:tc>
          <w:tcPr>
            <w:tcW w:w="2694" w:type="dxa"/>
            <w:vAlign w:val="center"/>
          </w:tcPr>
          <w:p w14:paraId="5AD57134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64B9E6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40DD5" w:rsidRPr="009C54AE" w14:paraId="7E675896" w14:textId="77777777" w:rsidTr="00B819C8">
        <w:tc>
          <w:tcPr>
            <w:tcW w:w="2694" w:type="dxa"/>
            <w:vAlign w:val="center"/>
          </w:tcPr>
          <w:p w14:paraId="029B3DC9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DF25B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40DD5" w:rsidRPr="009C54AE" w14:paraId="76AED389" w14:textId="77777777" w:rsidTr="00B819C8">
        <w:tc>
          <w:tcPr>
            <w:tcW w:w="2694" w:type="dxa"/>
            <w:vAlign w:val="center"/>
          </w:tcPr>
          <w:p w14:paraId="5DBE66EE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7F9CCA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40DD5" w:rsidRPr="009C54AE" w14:paraId="2CFD35E0" w14:textId="77777777" w:rsidTr="00B819C8">
        <w:tc>
          <w:tcPr>
            <w:tcW w:w="2694" w:type="dxa"/>
            <w:vAlign w:val="center"/>
          </w:tcPr>
          <w:p w14:paraId="2BF62D2D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2FDB4F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podstawowy, kierunkowy</w:t>
            </w:r>
          </w:p>
        </w:tc>
      </w:tr>
      <w:tr w:rsidR="00140DD5" w:rsidRPr="009C54AE" w14:paraId="3E0CDF24" w14:textId="77777777" w:rsidTr="00B819C8">
        <w:tc>
          <w:tcPr>
            <w:tcW w:w="2694" w:type="dxa"/>
            <w:vAlign w:val="center"/>
          </w:tcPr>
          <w:p w14:paraId="0908937E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0EF655" w14:textId="77777777" w:rsidR="00140DD5" w:rsidRPr="0015297A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140DD5" w:rsidRPr="009C54AE" w14:paraId="496B88CC" w14:textId="77777777" w:rsidTr="00B819C8">
        <w:tc>
          <w:tcPr>
            <w:tcW w:w="2694" w:type="dxa"/>
            <w:vAlign w:val="center"/>
          </w:tcPr>
          <w:p w14:paraId="0ED92DC4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BD68D5" w14:textId="06893906" w:rsidR="00140DD5" w:rsidRPr="009C54AE" w:rsidRDefault="00140DD5" w:rsidP="002334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140DD5" w:rsidRPr="009C54AE" w14:paraId="0E2C41BC" w14:textId="77777777" w:rsidTr="00B819C8">
        <w:tc>
          <w:tcPr>
            <w:tcW w:w="2694" w:type="dxa"/>
            <w:vAlign w:val="center"/>
          </w:tcPr>
          <w:p w14:paraId="3D6BD6A5" w14:textId="77777777" w:rsidR="00140DD5" w:rsidRPr="00B839D0" w:rsidRDefault="00140DD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165E4B" w14:textId="76A72E17" w:rsidR="00140DD5" w:rsidRPr="009C54AE" w:rsidRDefault="00BF7A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7A1F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BF7A1F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</w:tbl>
    <w:p w14:paraId="52E27EB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2446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A773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0680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78683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B5F1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Semestr</w:t>
            </w:r>
          </w:p>
          <w:p w14:paraId="5BA1ABE0" w14:textId="77777777" w:rsidR="00015B8F" w:rsidRPr="00B839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(</w:t>
            </w:r>
            <w:r w:rsidR="00363F78" w:rsidRPr="00B839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9B98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9D0">
              <w:rPr>
                <w:rFonts w:ascii="Corbel" w:hAnsi="Corbel"/>
                <w:szCs w:val="24"/>
              </w:rPr>
              <w:t>Wykł</w:t>
            </w:r>
            <w:proofErr w:type="spellEnd"/>
            <w:r w:rsidRPr="00B839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13A6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A3B0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9D0">
              <w:rPr>
                <w:rFonts w:ascii="Corbel" w:hAnsi="Corbel"/>
                <w:szCs w:val="24"/>
              </w:rPr>
              <w:t>Konw</w:t>
            </w:r>
            <w:proofErr w:type="spellEnd"/>
            <w:r w:rsidRPr="00B839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95B7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7434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9D0">
              <w:rPr>
                <w:rFonts w:ascii="Corbel" w:hAnsi="Corbel"/>
                <w:szCs w:val="24"/>
              </w:rPr>
              <w:t>Sem</w:t>
            </w:r>
            <w:proofErr w:type="spellEnd"/>
            <w:r w:rsidRPr="00B839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F038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5B9B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9D0">
              <w:rPr>
                <w:rFonts w:ascii="Corbel" w:hAnsi="Corbel"/>
                <w:szCs w:val="24"/>
              </w:rPr>
              <w:t>Prakt</w:t>
            </w:r>
            <w:proofErr w:type="spellEnd"/>
            <w:r w:rsidRPr="00B839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F2D1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9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2DE4" w14:textId="77777777" w:rsidR="00015B8F" w:rsidRPr="00B839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9D0">
              <w:rPr>
                <w:rFonts w:ascii="Corbel" w:hAnsi="Corbel"/>
                <w:b/>
                <w:szCs w:val="24"/>
              </w:rPr>
              <w:t>Liczba pkt</w:t>
            </w:r>
            <w:r w:rsidR="00B90885" w:rsidRPr="00B839D0">
              <w:rPr>
                <w:rFonts w:ascii="Corbel" w:hAnsi="Corbel"/>
                <w:b/>
                <w:szCs w:val="24"/>
              </w:rPr>
              <w:t>.</w:t>
            </w:r>
            <w:r w:rsidRPr="00B839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59643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888F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A9B9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D4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3355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1A20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F3BA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DF97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8677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4F35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8523" w14:textId="77777777" w:rsidR="00015B8F" w:rsidRPr="009C54AE" w:rsidRDefault="00140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672770" w14:textId="77777777" w:rsidR="00923D7D" w:rsidRPr="009E6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60E5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42FD21" w14:textId="77777777" w:rsidR="0085747A" w:rsidRPr="009C54AE" w:rsidRDefault="00140D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0F5A22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B3A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EF0C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C4411F" w14:textId="2767D600" w:rsidR="00E960BB" w:rsidRDefault="00D239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15032A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19A40" w14:textId="77777777" w:rsidTr="007B68BA">
        <w:trPr>
          <w:trHeight w:val="425"/>
        </w:trPr>
        <w:tc>
          <w:tcPr>
            <w:tcW w:w="9670" w:type="dxa"/>
          </w:tcPr>
          <w:p w14:paraId="358D49C5" w14:textId="77777777" w:rsidR="00140DD5" w:rsidRPr="00D43F38" w:rsidRDefault="00140DD5" w:rsidP="00140D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Wiedza z przedmiotu</w:t>
            </w:r>
            <w:r w:rsidRPr="00D43F38">
              <w:rPr>
                <w:rFonts w:ascii="Corbel" w:hAnsi="Corbel"/>
                <w:b w:val="0"/>
                <w:szCs w:val="24"/>
              </w:rPr>
              <w:t>: wstęp do socjologii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  <w:p w14:paraId="0853E1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50C7FD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BD74A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5B05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DDE6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F51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390A8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140DD5" w:rsidRPr="009C54AE" w14:paraId="1A2AC199" w14:textId="77777777" w:rsidTr="00140DD5">
        <w:tc>
          <w:tcPr>
            <w:tcW w:w="851" w:type="dxa"/>
            <w:vAlign w:val="center"/>
          </w:tcPr>
          <w:p w14:paraId="3756A4B5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9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F9734C" w14:textId="77777777" w:rsidR="00140DD5" w:rsidRPr="00140DD5" w:rsidRDefault="00543496" w:rsidP="002334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genezy i podstawowych założeń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 xml:space="preserve"> pracy socjalnej w kontekście wybranych teorii socjologicznych, pedagogicznych i psychologicznych, jak również w koncepcjach kształcenia przedstawicieli profesji społecznych, które znajdują swoje aplikacje w praktyce - w pracy z jednostkami, grupami i społecznościami.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29C8DF49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0DD5" w:rsidRPr="009C54AE" w14:paraId="1EC1E5E1" w14:textId="77777777" w:rsidTr="002334CE">
        <w:tc>
          <w:tcPr>
            <w:tcW w:w="851" w:type="dxa"/>
            <w:vAlign w:val="center"/>
          </w:tcPr>
          <w:p w14:paraId="7551C865" w14:textId="77777777" w:rsidR="00140DD5" w:rsidRPr="00B839D0" w:rsidRDefault="00140D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81C546" w14:textId="77777777" w:rsidR="00140DD5" w:rsidRPr="00140DD5" w:rsidRDefault="00E6502D" w:rsidP="002334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 xml:space="preserve"> charakter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 xml:space="preserve"> pracy socjalnej i jej powiązania z innymi dziedzinami nauki oraz terminologię używaną w pracy socjalnej. </w:t>
            </w:r>
          </w:p>
        </w:tc>
        <w:tc>
          <w:tcPr>
            <w:tcW w:w="8819" w:type="dxa"/>
            <w:vMerge/>
            <w:vAlign w:val="center"/>
          </w:tcPr>
          <w:p w14:paraId="5679EE90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0DD5" w:rsidRPr="009C54AE" w14:paraId="183E9D07" w14:textId="77777777" w:rsidTr="002334CE">
        <w:tc>
          <w:tcPr>
            <w:tcW w:w="851" w:type="dxa"/>
            <w:vAlign w:val="center"/>
          </w:tcPr>
          <w:p w14:paraId="0F9C9ADE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9D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5EDFDFC" w14:textId="77777777" w:rsidR="00140DD5" w:rsidRPr="00140DD5" w:rsidRDefault="00E6502D" w:rsidP="002334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 xml:space="preserve"> z zakresu prawidłowości i zaburzeń więzi społecznych w środowisku lokalnym oraz relacji zachodzących w życiu społecznym.  </w:t>
            </w:r>
          </w:p>
        </w:tc>
        <w:tc>
          <w:tcPr>
            <w:tcW w:w="8819" w:type="dxa"/>
            <w:vMerge/>
            <w:vAlign w:val="center"/>
          </w:tcPr>
          <w:p w14:paraId="16355D07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0DD5" w:rsidRPr="009C54AE" w14:paraId="1963CE4E" w14:textId="77777777" w:rsidTr="00140DD5">
        <w:tc>
          <w:tcPr>
            <w:tcW w:w="851" w:type="dxa"/>
            <w:vAlign w:val="center"/>
          </w:tcPr>
          <w:p w14:paraId="351AD3F6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9D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142439B" w14:textId="77777777" w:rsidR="00140DD5" w:rsidRPr="00140DD5" w:rsidRDefault="00E6502D" w:rsidP="002334CE">
            <w:pPr>
              <w:pStyle w:val="Akapitzlist"/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140DD5" w:rsidRPr="00140DD5">
              <w:rPr>
                <w:rFonts w:ascii="Corbel" w:hAnsi="Corbel"/>
                <w:sz w:val="24"/>
                <w:szCs w:val="24"/>
              </w:rPr>
              <w:t>rozróżniania zjawiska społeczne istotne dla pracy socjalnej oraz wykorzystuje wiedzę teoretyczną do opisu kwestii związanych z pracą socjalną (diagnozowanie, prognozowanie i formułowanie programów działań).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462876D6" w14:textId="77777777" w:rsidR="00140DD5" w:rsidRPr="00B839D0" w:rsidRDefault="00140D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EE42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7FE2F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C33504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B03FC8" w14:textId="77777777" w:rsidTr="0071620A">
        <w:tc>
          <w:tcPr>
            <w:tcW w:w="1701" w:type="dxa"/>
            <w:vAlign w:val="center"/>
          </w:tcPr>
          <w:p w14:paraId="179BD4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37770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DF11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B0C814" w14:textId="77777777" w:rsidTr="005E6E85">
        <w:tc>
          <w:tcPr>
            <w:tcW w:w="1701" w:type="dxa"/>
          </w:tcPr>
          <w:p w14:paraId="368BD078" w14:textId="77777777" w:rsidR="0085747A" w:rsidRPr="008972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2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72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C96C41" w14:textId="77777777" w:rsidR="0085747A" w:rsidRPr="00897290" w:rsidRDefault="0034553D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="00897290" w:rsidRPr="00897290">
              <w:rPr>
                <w:rFonts w:ascii="Corbel" w:hAnsi="Corbel"/>
                <w:color w:val="000000"/>
                <w:sz w:val="24"/>
                <w:szCs w:val="24"/>
              </w:rPr>
              <w:t xml:space="preserve">terminologię używaną w pracy socjalnej. </w:t>
            </w:r>
          </w:p>
        </w:tc>
        <w:tc>
          <w:tcPr>
            <w:tcW w:w="1873" w:type="dxa"/>
          </w:tcPr>
          <w:p w14:paraId="464AB93A" w14:textId="77777777" w:rsidR="0085747A" w:rsidRPr="00897290" w:rsidRDefault="00897290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897290">
              <w:rPr>
                <w:rFonts w:ascii="Corbel" w:hAnsi="Corbel"/>
                <w:color w:val="000000"/>
                <w:sz w:val="24"/>
                <w:szCs w:val="24"/>
              </w:rPr>
              <w:t>K_W02</w:t>
            </w:r>
          </w:p>
        </w:tc>
      </w:tr>
      <w:tr w:rsidR="007B68BA" w:rsidRPr="009C54AE" w14:paraId="59D53883" w14:textId="77777777" w:rsidTr="00F3151E">
        <w:trPr>
          <w:trHeight w:val="3232"/>
        </w:trPr>
        <w:tc>
          <w:tcPr>
            <w:tcW w:w="1701" w:type="dxa"/>
          </w:tcPr>
          <w:p w14:paraId="07F87139" w14:textId="77777777" w:rsidR="007B68BA" w:rsidRPr="00897290" w:rsidRDefault="007B68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11C55E5" w14:textId="77777777" w:rsidR="007B68BA" w:rsidRPr="00897290" w:rsidRDefault="007B68BA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potrafi </w:t>
            </w:r>
            <w:r w:rsidRPr="00897290">
              <w:rPr>
                <w:rFonts w:ascii="Corbel" w:hAnsi="Corbel"/>
                <w:color w:val="000000"/>
                <w:sz w:val="24"/>
                <w:szCs w:val="24"/>
              </w:rPr>
              <w:t>wykorzystywać wiedzę teoretyczną o procesach zachodzących w społeczeństwie 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socjalnej.</w:t>
            </w:r>
          </w:p>
        </w:tc>
        <w:tc>
          <w:tcPr>
            <w:tcW w:w="1873" w:type="dxa"/>
          </w:tcPr>
          <w:p w14:paraId="17182941" w14:textId="77777777" w:rsidR="007B68BA" w:rsidRPr="00897290" w:rsidRDefault="007B68BA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897290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  <w:p w14:paraId="14F36E25" w14:textId="77777777" w:rsidR="007B68BA" w:rsidRPr="00897290" w:rsidRDefault="007B68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502D" w:rsidRPr="009C54AE" w14:paraId="50811212" w14:textId="77777777" w:rsidTr="00E6502D">
        <w:trPr>
          <w:trHeight w:val="1757"/>
        </w:trPr>
        <w:tc>
          <w:tcPr>
            <w:tcW w:w="1701" w:type="dxa"/>
          </w:tcPr>
          <w:p w14:paraId="63E5E6D5" w14:textId="77777777" w:rsidR="00E6502D" w:rsidRPr="00897290" w:rsidRDefault="00E65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05D57324" w14:textId="77777777" w:rsidR="00E6502D" w:rsidRPr="00E6502D" w:rsidRDefault="00E6502D" w:rsidP="00E6502D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E6502D">
              <w:rPr>
                <w:rFonts w:ascii="Corbel" w:hAnsi="Corbel" w:cs="Calibri"/>
                <w:color w:val="000000"/>
                <w:sz w:val="24"/>
                <w:szCs w:val="24"/>
              </w:rPr>
              <w:t>Student posiada umiejętność posługiwania się podstawowymi podejściami teoretycznymi w analizowaniu różnych aspektów ludzkich zachowań w celu diagnozowania, prognozowania oraz formułowania programów działań socjalnych</w:t>
            </w:r>
          </w:p>
          <w:p w14:paraId="68AEE5EC" w14:textId="77777777" w:rsidR="00E6502D" w:rsidRDefault="00E6502D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8B77145" w14:textId="2230E45B" w:rsidR="00E6502D" w:rsidRPr="00897290" w:rsidRDefault="00E6502D" w:rsidP="0089729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239D7">
              <w:rPr>
                <w:rFonts w:ascii="Corbel" w:hAnsi="Corbel"/>
                <w:color w:val="000000"/>
                <w:sz w:val="24"/>
                <w:szCs w:val="24"/>
              </w:rPr>
              <w:t>_K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05</w:t>
            </w:r>
          </w:p>
        </w:tc>
      </w:tr>
    </w:tbl>
    <w:p w14:paraId="029F2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275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DE56A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3421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C75FB" w14:textId="77777777" w:rsidTr="00923D7D">
        <w:tc>
          <w:tcPr>
            <w:tcW w:w="9639" w:type="dxa"/>
          </w:tcPr>
          <w:p w14:paraId="5BEC38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FCF99E1" w14:textId="77777777" w:rsidTr="00923D7D">
        <w:tc>
          <w:tcPr>
            <w:tcW w:w="9639" w:type="dxa"/>
          </w:tcPr>
          <w:p w14:paraId="6056DFAB" w14:textId="77777777" w:rsidR="0085747A" w:rsidRPr="00B839D0" w:rsidRDefault="001468A5" w:rsidP="00B839D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Geneza pomocy społecznej i pracy socjalnej w Polsce oraz w krajach zachodnich. Pomoc społeczna jako instytucja społeczna. Istota pracy socjalnej – jej cele i zadania. Podstawowe pojęcia z zakresu teorii i praktyki pracy socjalnej. Zasady stosowane w obszarze pracy socjalnej. Interdyscyplinarny charakter pracy socjalnej.</w:t>
            </w:r>
          </w:p>
        </w:tc>
      </w:tr>
      <w:tr w:rsidR="0085747A" w:rsidRPr="009C54AE" w14:paraId="2EB4F1D2" w14:textId="77777777" w:rsidTr="00923D7D">
        <w:tc>
          <w:tcPr>
            <w:tcW w:w="9639" w:type="dxa"/>
          </w:tcPr>
          <w:p w14:paraId="5A4F491E" w14:textId="77777777" w:rsidR="0085747A" w:rsidRPr="00B839D0" w:rsidRDefault="00B839D0" w:rsidP="00B839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Praca socjalna jako dojrzewająca profesja. Kształcenie pracowników socjalnych w Polsce i krajach Unii Europejskiej. Perspektywy i kierunki rozwoju pracy socjalnej w Polsce i w krajach Unii Europejskiej.</w:t>
            </w:r>
          </w:p>
        </w:tc>
      </w:tr>
      <w:tr w:rsidR="0085747A" w:rsidRPr="009C54AE" w14:paraId="1C4509F8" w14:textId="77777777" w:rsidTr="00923D7D">
        <w:tc>
          <w:tcPr>
            <w:tcW w:w="9639" w:type="dxa"/>
          </w:tcPr>
          <w:p w14:paraId="6EADCAAC" w14:textId="77777777" w:rsidR="0085747A" w:rsidRPr="00B839D0" w:rsidRDefault="00B839D0" w:rsidP="00B839D0">
            <w:pPr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Podstawowe modele pomocy społecznej (Koncepcja rezydualna. Koncepcja instytucjonalna). Społeczny i podmiotowy wymiar pracy socjalnej. Teoria i praktyka pracy socjalnej w środowisku lokalnym.</w:t>
            </w:r>
          </w:p>
        </w:tc>
      </w:tr>
      <w:tr w:rsidR="00B839D0" w:rsidRPr="009C54AE" w14:paraId="45B8B7C3" w14:textId="77777777" w:rsidTr="00923D7D">
        <w:tc>
          <w:tcPr>
            <w:tcW w:w="9639" w:type="dxa"/>
          </w:tcPr>
          <w:p w14:paraId="1F9C2EB6" w14:textId="77777777" w:rsidR="00B839D0" w:rsidRPr="00B839D0" w:rsidRDefault="00B839D0" w:rsidP="00B839D0">
            <w:pPr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Deprywacja społeczna a pomoc społeczna (Podstawowe cechy deprywacji społecznej. Modele. Natura. Deprywacja społeczna jako ekskluzja. Wersje problemu społecznego. Wyjaśnienie zjawiska). Wykluczenie społeczne. Marginalizacja społeczna a praca socjalna. Inkluzja. Aktywizacja w pracy socjalnej.</w:t>
            </w:r>
          </w:p>
        </w:tc>
      </w:tr>
      <w:tr w:rsidR="00B839D0" w:rsidRPr="009C54AE" w14:paraId="3DBD8FAC" w14:textId="77777777" w:rsidTr="00923D7D">
        <w:tc>
          <w:tcPr>
            <w:tcW w:w="9639" w:type="dxa"/>
          </w:tcPr>
          <w:p w14:paraId="5A6E7DCB" w14:textId="77777777" w:rsidR="009E6907" w:rsidRDefault="00B839D0" w:rsidP="009E69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>Praca socjalna – teorie. Feministyczna praca socj</w:t>
            </w:r>
            <w:r w:rsidR="009E6907">
              <w:rPr>
                <w:rFonts w:ascii="Corbel" w:hAnsi="Corbel"/>
                <w:sz w:val="24"/>
                <w:szCs w:val="24"/>
              </w:rPr>
              <w:t>alna. Krytyczna praca socjalna.</w:t>
            </w:r>
          </w:p>
          <w:p w14:paraId="5BDCB94C" w14:textId="77777777" w:rsidR="00B839D0" w:rsidRPr="00B839D0" w:rsidRDefault="00B839D0" w:rsidP="009E69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839D0">
              <w:rPr>
                <w:rFonts w:ascii="Corbel" w:hAnsi="Corbel"/>
                <w:sz w:val="24"/>
                <w:szCs w:val="24"/>
              </w:rPr>
              <w:t xml:space="preserve">Strukturalna praca socjalna. </w:t>
            </w:r>
            <w:proofErr w:type="spellStart"/>
            <w:r w:rsidRPr="00B839D0">
              <w:rPr>
                <w:rFonts w:ascii="Corbel" w:hAnsi="Corbel"/>
                <w:sz w:val="24"/>
                <w:szCs w:val="24"/>
              </w:rPr>
              <w:t>Multikulturalizm</w:t>
            </w:r>
            <w:proofErr w:type="spellEnd"/>
            <w:r w:rsidRPr="00B839D0">
              <w:rPr>
                <w:rFonts w:ascii="Corbel" w:hAnsi="Corbel"/>
                <w:sz w:val="24"/>
                <w:szCs w:val="24"/>
              </w:rPr>
              <w:t>. Neoliberalizm. Postmodernizm.</w:t>
            </w:r>
          </w:p>
        </w:tc>
      </w:tr>
    </w:tbl>
    <w:p w14:paraId="2C3D850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24A18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57E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9F31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BF4A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AC61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D7DEC" w14:textId="77777777" w:rsidR="001468A5" w:rsidRPr="00795C1F" w:rsidRDefault="001468A5" w:rsidP="001468A5">
      <w:pPr>
        <w:spacing w:after="0"/>
        <w:rPr>
          <w:rFonts w:ascii="Corbel" w:hAnsi="Corbel"/>
          <w:i/>
          <w:sz w:val="24"/>
          <w:szCs w:val="24"/>
        </w:rPr>
      </w:pPr>
      <w:r w:rsidRPr="00795C1F">
        <w:rPr>
          <w:rFonts w:ascii="Corbel" w:hAnsi="Corbel"/>
          <w:i/>
          <w:sz w:val="24"/>
          <w:szCs w:val="24"/>
        </w:rPr>
        <w:t>Wykład: wykład z prezentacją multimedialną.</w:t>
      </w:r>
    </w:p>
    <w:p w14:paraId="6F44BBC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E46A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7C84D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58CF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2E5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EA8CB4F" w14:textId="77777777" w:rsidTr="00C05F44">
        <w:tc>
          <w:tcPr>
            <w:tcW w:w="1985" w:type="dxa"/>
            <w:vAlign w:val="center"/>
          </w:tcPr>
          <w:p w14:paraId="6907C0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6A760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F2C7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9961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3A1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9518451" w14:textId="77777777" w:rsidTr="00C05F44">
        <w:tc>
          <w:tcPr>
            <w:tcW w:w="1985" w:type="dxa"/>
          </w:tcPr>
          <w:p w14:paraId="6C8C5C0E" w14:textId="77777777" w:rsidR="0085747A" w:rsidRPr="009C54AE" w:rsidRDefault="00C80E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FB4746E" w14:textId="77777777" w:rsidR="0085747A" w:rsidRPr="00C80EE1" w:rsidRDefault="00C80E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0EE1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28E376CE" w14:textId="77777777" w:rsidR="0085747A" w:rsidRPr="009C54AE" w:rsidRDefault="00C80E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68BA" w:rsidRPr="009C54AE" w14:paraId="4BC1CF88" w14:textId="77777777" w:rsidTr="00C63EE3">
        <w:trPr>
          <w:trHeight w:val="596"/>
        </w:trPr>
        <w:tc>
          <w:tcPr>
            <w:tcW w:w="1985" w:type="dxa"/>
          </w:tcPr>
          <w:p w14:paraId="074DFC35" w14:textId="77777777" w:rsidR="007B68BA" w:rsidRPr="009C54AE" w:rsidRDefault="007B6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D13C7E" w14:textId="77777777" w:rsidR="007B68BA" w:rsidRPr="009C54AE" w:rsidRDefault="007B6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0EE1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570A934D" w14:textId="77777777" w:rsidR="007B68BA" w:rsidRPr="009C54AE" w:rsidRDefault="007B68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6502D" w:rsidRPr="009C54AE" w14:paraId="55B992C2" w14:textId="77777777" w:rsidTr="00C63EE3">
        <w:trPr>
          <w:trHeight w:val="596"/>
        </w:trPr>
        <w:tc>
          <w:tcPr>
            <w:tcW w:w="1985" w:type="dxa"/>
          </w:tcPr>
          <w:p w14:paraId="65437716" w14:textId="77777777" w:rsidR="00E6502D" w:rsidRPr="009C54AE" w:rsidRDefault="00E650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3C694C" w14:textId="77777777" w:rsidR="00E6502D" w:rsidRPr="00C80EE1" w:rsidRDefault="00E6502D" w:rsidP="00623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0EE1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70A06E6F" w14:textId="77777777" w:rsidR="00E6502D" w:rsidRPr="009C54AE" w:rsidRDefault="00E6502D" w:rsidP="00623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B3FE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9E0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BD462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DBA11D" w14:textId="77777777" w:rsidTr="007B68BA">
        <w:trPr>
          <w:trHeight w:val="753"/>
        </w:trPr>
        <w:tc>
          <w:tcPr>
            <w:tcW w:w="9670" w:type="dxa"/>
          </w:tcPr>
          <w:p w14:paraId="4DCFFE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75BCE0" w14:textId="77777777" w:rsidR="0085747A" w:rsidRPr="009C54AE" w:rsidRDefault="001468A5" w:rsidP="00897290">
            <w:pPr>
              <w:rPr>
                <w:rFonts w:ascii="Corbel" w:hAnsi="Corbel"/>
                <w:b/>
                <w:smallCaps/>
                <w:szCs w:val="24"/>
              </w:rPr>
            </w:pPr>
            <w:r w:rsidRPr="00F46ED7">
              <w:rPr>
                <w:rFonts w:ascii="Corbel" w:hAnsi="Corbel"/>
                <w:sz w:val="24"/>
                <w:szCs w:val="24"/>
              </w:rPr>
              <w:t>Wykład: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Pr="00F46ED7">
              <w:rPr>
                <w:rFonts w:ascii="Corbel" w:hAnsi="Corbel"/>
                <w:sz w:val="24"/>
                <w:szCs w:val="24"/>
              </w:rPr>
              <w:t>gzamin pisemny</w:t>
            </w:r>
            <w:r>
              <w:rPr>
                <w:rFonts w:ascii="Corbel" w:hAnsi="Corbel"/>
                <w:sz w:val="24"/>
                <w:szCs w:val="24"/>
              </w:rPr>
              <w:t xml:space="preserve"> w formie testu wielokrotnego wyboru.</w:t>
            </w:r>
          </w:p>
        </w:tc>
      </w:tr>
    </w:tbl>
    <w:p w14:paraId="5EC090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7FFC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4FF5B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CE2F0D" w14:textId="77777777" w:rsidTr="003E1941">
        <w:tc>
          <w:tcPr>
            <w:tcW w:w="4962" w:type="dxa"/>
            <w:vAlign w:val="center"/>
          </w:tcPr>
          <w:p w14:paraId="0373D5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DBDD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83D249" w14:textId="77777777" w:rsidTr="00923D7D">
        <w:tc>
          <w:tcPr>
            <w:tcW w:w="4962" w:type="dxa"/>
          </w:tcPr>
          <w:p w14:paraId="6EEFE9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E197A9" w14:textId="77777777" w:rsidR="0085747A" w:rsidRPr="009C54AE" w:rsidRDefault="00BF7A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917202" w14:textId="77777777" w:rsidTr="00923D7D">
        <w:tc>
          <w:tcPr>
            <w:tcW w:w="4962" w:type="dxa"/>
          </w:tcPr>
          <w:p w14:paraId="252714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4D7E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02B2C8" w14:textId="77777777" w:rsidR="00C61DC5" w:rsidRPr="009C54AE" w:rsidRDefault="001468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09C43B9" w14:textId="77777777" w:rsidTr="00923D7D">
        <w:tc>
          <w:tcPr>
            <w:tcW w:w="4962" w:type="dxa"/>
          </w:tcPr>
          <w:p w14:paraId="1BCF77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3826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905B1" w14:textId="77777777" w:rsidR="00C61DC5" w:rsidRPr="009C54AE" w:rsidRDefault="00BF7A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D4CDC" w14:textId="77777777" w:rsidTr="00923D7D">
        <w:tc>
          <w:tcPr>
            <w:tcW w:w="4962" w:type="dxa"/>
          </w:tcPr>
          <w:p w14:paraId="45DEEF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89173D" w14:textId="77777777" w:rsidR="0085747A" w:rsidRPr="009C54AE" w:rsidRDefault="001468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BED37C1" w14:textId="77777777" w:rsidTr="00923D7D">
        <w:tc>
          <w:tcPr>
            <w:tcW w:w="4962" w:type="dxa"/>
          </w:tcPr>
          <w:p w14:paraId="328A7BA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B56B97" w14:textId="77777777" w:rsidR="0085747A" w:rsidRPr="009C54AE" w:rsidRDefault="001468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680ADE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9D03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F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0D40C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5C58B6" w14:textId="77777777" w:rsidTr="0071620A">
        <w:trPr>
          <w:trHeight w:val="397"/>
        </w:trPr>
        <w:tc>
          <w:tcPr>
            <w:tcW w:w="3544" w:type="dxa"/>
          </w:tcPr>
          <w:p w14:paraId="11FE52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A364BB" w14:textId="77777777" w:rsidR="0085747A" w:rsidRPr="009C54AE" w:rsidRDefault="00146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98424D" w14:textId="77777777" w:rsidTr="0071620A">
        <w:trPr>
          <w:trHeight w:val="397"/>
        </w:trPr>
        <w:tc>
          <w:tcPr>
            <w:tcW w:w="3544" w:type="dxa"/>
          </w:tcPr>
          <w:p w14:paraId="50C424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C64D83" w14:textId="77777777" w:rsidR="0085747A" w:rsidRPr="009C54AE" w:rsidRDefault="00146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3468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8C74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59DA1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9955717" w14:textId="77777777" w:rsidTr="00B57B6B">
        <w:trPr>
          <w:trHeight w:val="397"/>
        </w:trPr>
        <w:tc>
          <w:tcPr>
            <w:tcW w:w="9491" w:type="dxa"/>
          </w:tcPr>
          <w:p w14:paraId="0B10CC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0B8166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before="164" w:after="0" w:line="240" w:lineRule="auto"/>
              <w:ind w:left="100"/>
              <w:rPr>
                <w:rFonts w:ascii="Corbel" w:eastAsia="Arial" w:hAnsi="Corbel" w:cs="Arial"/>
                <w:sz w:val="24"/>
                <w:szCs w:val="24"/>
              </w:rPr>
            </w:pP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B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</w:rPr>
              <w:t>ec</w:t>
            </w:r>
            <w:r w:rsidRPr="00B57B6B">
              <w:rPr>
                <w:rFonts w:ascii="Corbel" w:eastAsia="Arial" w:hAnsi="Corbel" w:cs="Arial"/>
                <w:spacing w:val="-2"/>
                <w:w w:val="91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w w:val="101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101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7"/>
                <w:w w:val="8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h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-3"/>
                <w:w w:val="91"/>
                <w:sz w:val="24"/>
                <w:szCs w:val="24"/>
              </w:rPr>
              <w:t>2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0</w:t>
            </w:r>
            <w:r w:rsidRPr="00B57B6B">
              <w:rPr>
                <w:rFonts w:ascii="Corbel" w:eastAsia="Arial" w:hAnsi="Corbel" w:cs="Arial"/>
                <w:smallCaps/>
                <w:spacing w:val="2"/>
                <w:w w:val="80"/>
                <w:sz w:val="24"/>
                <w:szCs w:val="24"/>
              </w:rPr>
              <w:t>1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0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4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-5"/>
                <w:w w:val="89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10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10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la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spacing w:val="-6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3"/>
                <w:w w:val="96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ó</w:t>
            </w:r>
            <w:r w:rsidRPr="00B57B6B">
              <w:rPr>
                <w:rFonts w:ascii="Corbel" w:eastAsia="Arial" w:hAnsi="Corbel" w:cs="Arial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08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-3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</w:p>
          <w:p w14:paraId="4B701A31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before="19" w:after="0" w:line="240" w:lineRule="auto"/>
              <w:ind w:left="100"/>
              <w:rPr>
                <w:rFonts w:ascii="Corbel" w:eastAsia="Arial" w:hAnsi="Corbel" w:cs="Arial"/>
                <w:sz w:val="24"/>
                <w:szCs w:val="24"/>
              </w:rPr>
            </w:pPr>
            <w:r w:rsidRPr="00B57B6B">
              <w:rPr>
                <w:rFonts w:ascii="Corbel" w:eastAsia="Arial" w:hAnsi="Corbel" w:cs="Arial"/>
                <w:sz w:val="24"/>
                <w:szCs w:val="24"/>
              </w:rPr>
              <w:t>Warszawa: Wydawnictwo Akademii Pedagogiki Specjalnej.</w:t>
            </w:r>
          </w:p>
          <w:p w14:paraId="26A9B879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6" w:lineRule="auto"/>
              <w:ind w:left="100"/>
              <w:rPr>
                <w:rFonts w:ascii="Corbel" w:eastAsia="Arial" w:hAnsi="Corbel" w:cs="Arial"/>
                <w:sz w:val="24"/>
                <w:szCs w:val="24"/>
              </w:rPr>
            </w:pPr>
            <w:r w:rsidRPr="00B57B6B">
              <w:rPr>
                <w:rFonts w:ascii="Corbel" w:eastAsia="Arial" w:hAnsi="Corbel" w:cs="Arial"/>
                <w:w w:val="90"/>
                <w:sz w:val="24"/>
                <w:szCs w:val="24"/>
                <w:lang w:val="en-US"/>
              </w:rPr>
              <w:t>G</w:t>
            </w:r>
            <w:r w:rsidRPr="00B57B6B">
              <w:rPr>
                <w:rFonts w:ascii="Corbel" w:eastAsia="Arial" w:hAnsi="Corbel" w:cs="Arial"/>
                <w:spacing w:val="-1"/>
                <w:w w:val="90"/>
                <w:sz w:val="24"/>
                <w:szCs w:val="24"/>
                <w:lang w:val="en-US"/>
              </w:rPr>
              <w:t>r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  <w:lang w:val="en-US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y</w:t>
            </w:r>
            <w:r w:rsidRPr="00B57B6B">
              <w:rPr>
                <w:rFonts w:ascii="Corbel" w:eastAsia="Arial" w:hAnsi="Corbe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"/>
                <w:w w:val="98"/>
                <w:sz w:val="24"/>
                <w:szCs w:val="24"/>
                <w:lang w:val="en-US"/>
              </w:rPr>
              <w:t>M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  <w:lang w:val="en-US"/>
              </w:rPr>
              <w:t>.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  <w:lang w:val="en-US"/>
              </w:rPr>
              <w:t>,</w:t>
            </w:r>
            <w:r w:rsidRPr="00B57B6B">
              <w:rPr>
                <w:rFonts w:ascii="Corbel" w:eastAsia="Arial" w:hAnsi="Corbe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  <w:lang w:val="en-US"/>
              </w:rPr>
              <w:t>W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  <w:lang w:val="en-US"/>
              </w:rPr>
              <w:t>e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  <w:lang w:val="en-US"/>
              </w:rPr>
              <w:t>b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  <w:lang w:val="en-US"/>
              </w:rPr>
              <w:t>b</w:t>
            </w:r>
            <w:r w:rsidRPr="00B57B6B">
              <w:rPr>
                <w:rFonts w:ascii="Corbel" w:eastAsia="Arial" w:hAnsi="Corbe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"/>
                <w:w w:val="82"/>
                <w:sz w:val="24"/>
                <w:szCs w:val="24"/>
                <w:lang w:val="en-US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  <w:lang w:val="en-US"/>
              </w:rPr>
              <w:t>.</w:t>
            </w:r>
            <w:r w:rsidRPr="00B57B6B">
              <w:rPr>
                <w:rFonts w:ascii="Corbel" w:eastAsia="Arial" w:hAnsi="Corbel" w:cs="Arial"/>
                <w:spacing w:val="-3"/>
                <w:w w:val="95"/>
                <w:sz w:val="24"/>
                <w:szCs w:val="24"/>
                <w:lang w:val="en-US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.</w:t>
            </w:r>
            <w:r w:rsidRPr="00B57B6B">
              <w:rPr>
                <w:rFonts w:ascii="Corbel" w:eastAsia="Arial" w:hAnsi="Corbel" w:cs="Arial"/>
                <w:spacing w:val="4"/>
                <w:sz w:val="24"/>
                <w:szCs w:val="24"/>
                <w:lang w:val="en-US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  <w:lang w:val="en-US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-3"/>
                <w:w w:val="91"/>
                <w:sz w:val="24"/>
                <w:szCs w:val="24"/>
                <w:lang w:val="en-US"/>
              </w:rPr>
              <w:t>2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  <w:lang w:val="en-US"/>
              </w:rPr>
              <w:t>0</w:t>
            </w:r>
            <w:r w:rsidRPr="00B57B6B">
              <w:rPr>
                <w:rFonts w:ascii="Corbel" w:eastAsia="Arial" w:hAnsi="Corbel" w:cs="Arial"/>
                <w:smallCaps/>
                <w:spacing w:val="-3"/>
                <w:w w:val="80"/>
                <w:sz w:val="24"/>
                <w:szCs w:val="24"/>
                <w:lang w:val="en-US"/>
              </w:rPr>
              <w:t>1</w:t>
            </w:r>
            <w:r w:rsidRPr="00B57B6B">
              <w:rPr>
                <w:rFonts w:ascii="Corbel" w:eastAsia="Arial" w:hAnsi="Corbel" w:cs="Arial"/>
                <w:smallCaps/>
                <w:spacing w:val="2"/>
                <w:w w:val="91"/>
                <w:sz w:val="24"/>
                <w:szCs w:val="24"/>
                <w:lang w:val="en-US"/>
              </w:rPr>
              <w:t>2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  <w:lang w:val="en-US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.</w:t>
            </w:r>
            <w:r w:rsidRPr="00B57B6B">
              <w:rPr>
                <w:rFonts w:ascii="Corbel" w:eastAsia="Arial" w:hAnsi="Corbel" w:cs="Arial"/>
                <w:spacing w:val="7"/>
                <w:sz w:val="24"/>
                <w:szCs w:val="24"/>
                <w:lang w:val="en-US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5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08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1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90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2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10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10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w w:val="89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-7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99"/>
                <w:sz w:val="24"/>
                <w:szCs w:val="24"/>
              </w:rPr>
              <w:t>m</w:t>
            </w:r>
            <w:r w:rsidRPr="00B57B6B">
              <w:rPr>
                <w:rFonts w:ascii="Corbel" w:eastAsia="Arial" w:hAnsi="Corbel" w:cs="Arial"/>
                <w:w w:val="101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-3"/>
                <w:w w:val="101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y.</w:t>
            </w:r>
            <w:r w:rsidRPr="00B57B6B">
              <w:rPr>
                <w:rFonts w:ascii="Corbel" w:eastAsia="Arial" w:hAnsi="Corbel" w:cs="Arial"/>
                <w:spacing w:val="4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88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3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 xml:space="preserve">: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4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-2"/>
                <w:w w:val="96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</w:p>
          <w:p w14:paraId="5816B84C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2" w:lineRule="auto"/>
              <w:ind w:left="100"/>
              <w:rPr>
                <w:rFonts w:ascii="Corbel" w:eastAsia="Arial" w:hAnsi="Corbel" w:cs="Arial"/>
                <w:sz w:val="24"/>
                <w:szCs w:val="24"/>
              </w:rPr>
            </w:pPr>
            <w:r w:rsidRPr="00B57B6B">
              <w:rPr>
                <w:rFonts w:ascii="Corbel" w:eastAsia="Arial" w:hAnsi="Corbel" w:cs="Arial"/>
                <w:w w:val="89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89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9"/>
                <w:sz w:val="24"/>
                <w:szCs w:val="24"/>
              </w:rPr>
              <w:t>m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ń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23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90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21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2"/>
                <w:w w:val="91"/>
                <w:sz w:val="24"/>
                <w:szCs w:val="24"/>
              </w:rPr>
              <w:t>2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00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4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18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26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23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-3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ej</w:t>
            </w:r>
            <w:r w:rsidRPr="00B57B6B">
              <w:rPr>
                <w:rFonts w:ascii="Corbel" w:eastAsia="Arial" w:hAnsi="Corbel" w:cs="Arial"/>
                <w:spacing w:val="-2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23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1"/>
                <w:w w:val="9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91"/>
                <w:sz w:val="24"/>
                <w:szCs w:val="24"/>
              </w:rPr>
              <w:t>h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6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w w:val="10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106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-3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16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88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3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 xml:space="preserve">: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6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U</w:t>
            </w:r>
            <w:r w:rsidRPr="00B57B6B">
              <w:rPr>
                <w:rFonts w:ascii="Corbel" w:eastAsia="Arial" w:hAnsi="Corbel" w:cs="Arial"/>
                <w:w w:val="86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2"/>
                <w:w w:val="86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</w:p>
          <w:p w14:paraId="7AA91A3E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6" w:lineRule="auto"/>
              <w:ind w:left="100" w:right="99"/>
              <w:jc w:val="both"/>
              <w:rPr>
                <w:rFonts w:ascii="Corbel" w:eastAsia="Arial" w:hAnsi="Corbel" w:cs="Arial"/>
                <w:sz w:val="24"/>
                <w:szCs w:val="24"/>
              </w:rPr>
            </w:pPr>
            <w:proofErr w:type="spellStart"/>
            <w:r w:rsidRPr="00B57B6B">
              <w:rPr>
                <w:rFonts w:ascii="Corbel" w:eastAsia="Arial" w:hAnsi="Corbel" w:cs="Arial"/>
                <w:w w:val="89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89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88"/>
                <w:sz w:val="24"/>
                <w:szCs w:val="24"/>
              </w:rPr>
              <w:t>z</w:t>
            </w:r>
            <w:proofErr w:type="spellEnd"/>
            <w:r w:rsidRPr="00B57B6B">
              <w:rPr>
                <w:rFonts w:ascii="Corbel" w:eastAsia="Arial" w:hAnsi="Corbel" w:cs="Arial"/>
                <w:spacing w:val="1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8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4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-3"/>
                <w:w w:val="91"/>
                <w:sz w:val="24"/>
                <w:szCs w:val="24"/>
              </w:rPr>
              <w:t>2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00</w:t>
            </w:r>
            <w:r w:rsidRPr="00B57B6B">
              <w:rPr>
                <w:rFonts w:ascii="Corbel" w:eastAsia="Arial" w:hAnsi="Corbel" w:cs="Arial"/>
                <w:smallCaps/>
                <w:spacing w:val="2"/>
                <w:w w:val="80"/>
                <w:sz w:val="24"/>
                <w:szCs w:val="24"/>
              </w:rPr>
              <w:t>1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8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lem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2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10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10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3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3"/>
                <w:w w:val="96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4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4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1"/>
                <w:w w:val="96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2"/>
                <w:w w:val="96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6"/>
                <w:w w:val="95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 xml:space="preserve">: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16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</w:rPr>
              <w:t>U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w w:val="89"/>
                <w:sz w:val="24"/>
                <w:szCs w:val="24"/>
              </w:rPr>
              <w:t>er</w:t>
            </w:r>
            <w:r w:rsidRPr="00B57B6B">
              <w:rPr>
                <w:rFonts w:ascii="Corbel" w:eastAsia="Arial" w:hAnsi="Corbel" w:cs="Arial"/>
                <w:spacing w:val="-2"/>
                <w:w w:val="89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w w:val="10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106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101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101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3"/>
                <w:sz w:val="24"/>
                <w:szCs w:val="24"/>
              </w:rPr>
              <w:t>u</w:t>
            </w:r>
            <w:r w:rsidRPr="00B57B6B">
              <w:rPr>
                <w:rFonts w:ascii="Corbel" w:eastAsia="Arial" w:hAnsi="Corbel" w:cs="Arial"/>
                <w:spacing w:val="-17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8"/>
                <w:sz w:val="24"/>
                <w:szCs w:val="24"/>
              </w:rPr>
              <w:t>rmi</w:t>
            </w:r>
            <w:r w:rsidRPr="00B57B6B">
              <w:rPr>
                <w:rFonts w:ascii="Corbel" w:eastAsia="Arial" w:hAnsi="Corbel" w:cs="Arial"/>
                <w:spacing w:val="-2"/>
                <w:w w:val="98"/>
                <w:sz w:val="24"/>
                <w:szCs w:val="24"/>
              </w:rPr>
              <w:t>ń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3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99"/>
                <w:sz w:val="24"/>
                <w:szCs w:val="24"/>
              </w:rPr>
              <w:t>-</w:t>
            </w:r>
            <w:r w:rsidRPr="00B57B6B">
              <w:rPr>
                <w:rFonts w:ascii="Corbel" w:eastAsia="Arial" w:hAnsi="Corbel" w:cs="Arial"/>
                <w:spacing w:val="-3"/>
                <w:w w:val="98"/>
                <w:sz w:val="24"/>
                <w:szCs w:val="24"/>
              </w:rPr>
              <w:t>M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w w:val="90"/>
                <w:sz w:val="24"/>
                <w:szCs w:val="24"/>
              </w:rPr>
              <w:t>ur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ie</w:t>
            </w:r>
            <w:r w:rsidRPr="00B57B6B">
              <w:rPr>
                <w:rFonts w:ascii="Corbel" w:eastAsia="Arial" w:hAnsi="Corbel" w:cs="Arial"/>
                <w:spacing w:val="2"/>
                <w:w w:val="94"/>
                <w:sz w:val="24"/>
                <w:szCs w:val="24"/>
              </w:rPr>
              <w:t>g</w:t>
            </w:r>
            <w:r w:rsidRPr="00B57B6B">
              <w:rPr>
                <w:rFonts w:ascii="Corbel" w:eastAsia="Arial" w:hAnsi="Corbel" w:cs="Arial"/>
                <w:spacing w:val="3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</w:p>
          <w:p w14:paraId="4460A62C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2" w:lineRule="auto"/>
              <w:ind w:left="100"/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</w:pPr>
            <w:proofErr w:type="spellStart"/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1"/>
                <w:w w:val="96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h</w:t>
            </w:r>
            <w:r w:rsidRPr="00B57B6B">
              <w:rPr>
                <w:rFonts w:ascii="Corbel" w:eastAsia="Arial" w:hAnsi="Corbel" w:cs="Arial"/>
                <w:w w:val="99"/>
                <w:sz w:val="24"/>
                <w:szCs w:val="24"/>
              </w:rPr>
              <w:t>m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n</w:t>
            </w:r>
            <w:proofErr w:type="spellEnd"/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82"/>
                <w:sz w:val="24"/>
                <w:szCs w:val="24"/>
              </w:rPr>
              <w:t>J.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7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2"/>
                <w:w w:val="80"/>
                <w:sz w:val="24"/>
                <w:szCs w:val="24"/>
              </w:rPr>
              <w:t>1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  <w:szCs w:val="24"/>
              </w:rPr>
              <w:t>99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8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  <w:szCs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6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w w:val="93"/>
                <w:sz w:val="24"/>
                <w:szCs w:val="24"/>
              </w:rPr>
              <w:t>rę</w:t>
            </w:r>
            <w:r w:rsidRPr="00B57B6B">
              <w:rPr>
                <w:rFonts w:ascii="Corbel" w:eastAsia="Arial" w:hAnsi="Corbel" w:cs="Arial"/>
                <w:spacing w:val="-1"/>
                <w:w w:val="88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9"/>
                <w:sz w:val="24"/>
                <w:szCs w:val="24"/>
              </w:rPr>
              <w:t>ik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2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2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w w:val="10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102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</w:rPr>
              <w:t>d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la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8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89"/>
                <w:sz w:val="24"/>
                <w:szCs w:val="24"/>
              </w:rPr>
              <w:t>uc</w:t>
            </w:r>
            <w:r w:rsidRPr="00B57B6B">
              <w:rPr>
                <w:rFonts w:ascii="Corbel" w:eastAsia="Arial" w:hAnsi="Corbel" w:cs="Arial"/>
                <w:spacing w:val="-1"/>
                <w:w w:val="89"/>
                <w:sz w:val="24"/>
                <w:szCs w:val="24"/>
              </w:rPr>
              <w:t>z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1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ie</w:t>
            </w:r>
            <w:r w:rsidRPr="00B57B6B">
              <w:rPr>
                <w:rFonts w:ascii="Corbel" w:eastAsia="Arial" w:hAnsi="Corbel" w:cs="Arial"/>
                <w:spacing w:val="-1"/>
                <w:w w:val="96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</w:rPr>
              <w:t>t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</w:rPr>
              <w:t>y</w:t>
            </w:r>
            <w:r w:rsidRPr="00B57B6B">
              <w:rPr>
                <w:rFonts w:ascii="Corbel" w:eastAsia="Arial" w:hAnsi="Corbel" w:cs="Arial"/>
                <w:spacing w:val="-3"/>
                <w:w w:val="96"/>
                <w:sz w:val="24"/>
                <w:szCs w:val="24"/>
              </w:rPr>
              <w:t>k</w:t>
            </w:r>
            <w:r w:rsidRPr="00B57B6B">
              <w:rPr>
                <w:rFonts w:ascii="Corbel" w:eastAsia="Arial" w:hAnsi="Corbel" w:cs="Arial"/>
                <w:w w:val="104"/>
                <w:sz w:val="24"/>
                <w:szCs w:val="24"/>
              </w:rPr>
              <w:t>i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98"/>
                <w:sz w:val="24"/>
                <w:szCs w:val="24"/>
              </w:rPr>
              <w:t>w</w:t>
            </w:r>
            <w:r w:rsidRPr="00B57B6B">
              <w:rPr>
                <w:rFonts w:ascii="Corbel" w:eastAsia="Arial" w:hAnsi="Corbel" w:cs="Arial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30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  <w:szCs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1"/>
                <w:sz w:val="24"/>
                <w:szCs w:val="24"/>
              </w:rPr>
              <w:t xml:space="preserve">cy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  <w:szCs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  <w:szCs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  <w:szCs w:val="24"/>
              </w:rPr>
              <w:t>n</w:t>
            </w:r>
            <w:r w:rsidRPr="00B57B6B">
              <w:rPr>
                <w:rFonts w:ascii="Corbel" w:eastAsia="Arial" w:hAnsi="Corbel" w:cs="Arial"/>
                <w:w w:val="94"/>
                <w:sz w:val="24"/>
                <w:szCs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4"/>
                <w:sz w:val="24"/>
                <w:szCs w:val="24"/>
              </w:rPr>
              <w:t>j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</w:rPr>
              <w:t>.</w:t>
            </w:r>
            <w:r w:rsidRPr="00B57B6B">
              <w:rPr>
                <w:rFonts w:ascii="Corbel" w:eastAsia="Arial" w:hAnsi="Corbel" w:cs="Arial"/>
                <w:spacing w:val="-21"/>
                <w:sz w:val="24"/>
                <w:szCs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89"/>
                <w:sz w:val="24"/>
                <w:szCs w:val="24"/>
                <w:lang w:val="en-US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89"/>
                <w:sz w:val="24"/>
                <w:szCs w:val="24"/>
                <w:lang w:val="en-US"/>
              </w:rPr>
              <w:t>a</w:t>
            </w:r>
            <w:r w:rsidRPr="00B57B6B">
              <w:rPr>
                <w:rFonts w:ascii="Corbel" w:eastAsia="Arial" w:hAnsi="Corbel" w:cs="Arial"/>
                <w:spacing w:val="-4"/>
                <w:w w:val="124"/>
                <w:sz w:val="24"/>
                <w:szCs w:val="24"/>
                <w:lang w:val="en-US"/>
              </w:rPr>
              <w:t>t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  <w:szCs w:val="24"/>
                <w:lang w:val="en-US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  <w:lang w:val="en-US"/>
              </w:rPr>
              <w:t>w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  <w:lang w:val="en-US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  <w:lang w:val="en-US"/>
              </w:rPr>
              <w:t>c</w:t>
            </w:r>
            <w:r w:rsidRPr="00B57B6B">
              <w:rPr>
                <w:rFonts w:ascii="Corbel" w:eastAsia="Arial" w:hAnsi="Corbel" w:cs="Arial"/>
                <w:w w:val="91"/>
                <w:sz w:val="24"/>
                <w:szCs w:val="24"/>
                <w:lang w:val="en-US"/>
              </w:rPr>
              <w:t>e:</w:t>
            </w:r>
            <w:r w:rsidRPr="00B57B6B">
              <w:rPr>
                <w:rFonts w:ascii="Corbel" w:eastAsia="Arial" w:hAnsi="Corbel" w:cs="Arial"/>
                <w:spacing w:val="-1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  <w:szCs w:val="24"/>
                <w:lang w:val="en-US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  <w:szCs w:val="24"/>
                <w:lang w:val="en-US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  <w:szCs w:val="24"/>
                <w:lang w:val="en-US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  <w:lang w:val="en-US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  <w:lang w:val="en-US"/>
              </w:rPr>
              <w:t>w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  <w:szCs w:val="24"/>
                <w:lang w:val="en-US"/>
              </w:rPr>
              <w:t>n</w:t>
            </w:r>
            <w:r w:rsidRPr="00B57B6B">
              <w:rPr>
                <w:rFonts w:ascii="Corbel" w:eastAsia="Arial" w:hAnsi="Corbel" w:cs="Arial"/>
                <w:w w:val="92"/>
                <w:sz w:val="24"/>
                <w:szCs w:val="24"/>
                <w:lang w:val="en-US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  <w:szCs w:val="24"/>
                <w:lang w:val="en-US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  <w:szCs w:val="24"/>
                <w:lang w:val="en-US"/>
              </w:rPr>
              <w:t>t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  <w:szCs w:val="24"/>
                <w:lang w:val="en-US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o</w:t>
            </w:r>
            <w:proofErr w:type="spellEnd"/>
            <w:r w:rsidRPr="00B57B6B">
              <w:rPr>
                <w:rFonts w:ascii="Corbel" w:eastAsia="Arial" w:hAnsi="Corbel" w:cs="Arial"/>
                <w:spacing w:val="-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7B6B">
              <w:rPr>
                <w:rFonts w:ascii="Corbel" w:eastAsia="Arial" w:hAnsi="Corbel" w:cs="Arial"/>
                <w:spacing w:val="2"/>
                <w:w w:val="82"/>
                <w:sz w:val="24"/>
                <w:szCs w:val="24"/>
                <w:lang w:val="en-US"/>
              </w:rPr>
              <w:t>Ś</w:t>
            </w:r>
            <w:r w:rsidRPr="00B57B6B">
              <w:rPr>
                <w:rFonts w:ascii="Corbel" w:eastAsia="Arial" w:hAnsi="Corbel" w:cs="Arial"/>
                <w:spacing w:val="-6"/>
                <w:w w:val="104"/>
                <w:sz w:val="24"/>
                <w:szCs w:val="24"/>
                <w:lang w:val="en-US"/>
              </w:rPr>
              <w:t>l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  <w:szCs w:val="24"/>
                <w:lang w:val="en-US"/>
              </w:rPr>
              <w:t>ą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  <w:szCs w:val="24"/>
                <w:lang w:val="en-US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  <w:szCs w:val="24"/>
                <w:lang w:val="en-US"/>
              </w:rPr>
              <w:t>k</w:t>
            </w:r>
            <w:proofErr w:type="spellEnd"/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.</w:t>
            </w:r>
          </w:p>
          <w:p w14:paraId="4AD3C452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2" w:lineRule="auto"/>
              <w:ind w:left="100"/>
              <w:jc w:val="both"/>
              <w:rPr>
                <w:rFonts w:ascii="Corbel" w:eastAsia="Arial" w:hAnsi="Corbel" w:cs="Arial"/>
                <w:sz w:val="24"/>
                <w:szCs w:val="24"/>
                <w:lang w:val="en-US"/>
              </w:rPr>
            </w:pPr>
            <w:r w:rsidRPr="00B57B6B">
              <w:rPr>
                <w:rFonts w:ascii="Corbel" w:eastAsia="Arial" w:hAnsi="Corbel" w:cs="Arial"/>
                <w:w w:val="95"/>
                <w:sz w:val="24"/>
                <w:szCs w:val="24"/>
                <w:lang w:val="en-US"/>
              </w:rPr>
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</w:r>
          </w:p>
          <w:p w14:paraId="3D1FD759" w14:textId="7EF89EE2" w:rsidR="00140DD5" w:rsidRPr="009C54AE" w:rsidRDefault="00140DD5" w:rsidP="00140DD5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301E05BC" w14:textId="77777777" w:rsidTr="00B57B6B">
        <w:trPr>
          <w:trHeight w:val="397"/>
        </w:trPr>
        <w:tc>
          <w:tcPr>
            <w:tcW w:w="9491" w:type="dxa"/>
          </w:tcPr>
          <w:p w14:paraId="413AB4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FE3FDB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6" w:lineRule="auto"/>
              <w:ind w:left="105" w:right="97"/>
              <w:jc w:val="both"/>
              <w:rPr>
                <w:rFonts w:ascii="Corbel" w:eastAsia="Arial" w:hAnsi="Corbel" w:cs="Arial"/>
                <w:sz w:val="24"/>
              </w:rPr>
            </w:pPr>
            <w:proofErr w:type="spellStart"/>
            <w:r w:rsidRPr="00B57B6B">
              <w:rPr>
                <w:rFonts w:ascii="Corbel" w:eastAsia="Arial" w:hAnsi="Corbel" w:cs="Arial"/>
                <w:spacing w:val="-3"/>
                <w:w w:val="98"/>
                <w:sz w:val="24"/>
              </w:rPr>
              <w:t>M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ry</w:t>
            </w:r>
            <w:r w:rsidRPr="00B57B6B">
              <w:rPr>
                <w:rFonts w:ascii="Corbel" w:eastAsia="Arial" w:hAnsi="Corbel" w:cs="Arial"/>
                <w:spacing w:val="-3"/>
                <w:w w:val="96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pacing w:val="-1"/>
                <w:w w:val="88"/>
                <w:sz w:val="24"/>
              </w:rPr>
              <w:t>z</w:t>
            </w:r>
            <w:proofErr w:type="spellEnd"/>
            <w:r w:rsidRPr="00B57B6B">
              <w:rPr>
                <w:rFonts w:ascii="Corbel" w:eastAsia="Arial" w:hAnsi="Corbel" w:cs="Arial"/>
                <w:w w:val="99"/>
                <w:sz w:val="24"/>
              </w:rPr>
              <w:t>-</w:t>
            </w:r>
            <w:r w:rsidRPr="00B57B6B">
              <w:rPr>
                <w:rFonts w:ascii="Corbel" w:eastAsia="Arial" w:hAnsi="Corbel" w:cs="Arial"/>
                <w:spacing w:val="-1"/>
                <w:w w:val="97"/>
                <w:sz w:val="24"/>
              </w:rPr>
              <w:t>He</w:t>
            </w:r>
            <w:r w:rsidRPr="00B57B6B">
              <w:rPr>
                <w:rFonts w:ascii="Corbel" w:eastAsia="Arial" w:hAnsi="Corbel" w:cs="Arial"/>
                <w:spacing w:val="1"/>
                <w:w w:val="97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8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82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-4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,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7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ie</w:t>
            </w:r>
            <w:r w:rsidRPr="00B57B6B">
              <w:rPr>
                <w:rFonts w:ascii="Corbel" w:eastAsia="Arial" w:hAnsi="Corbel" w:cs="Arial"/>
                <w:spacing w:val="-3"/>
                <w:w w:val="95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104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5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82"/>
                <w:sz w:val="24"/>
              </w:rPr>
              <w:t>J</w:t>
            </w:r>
            <w:r w:rsidRPr="00B57B6B">
              <w:rPr>
                <w:rFonts w:ascii="Corbel" w:eastAsia="Arial" w:hAnsi="Corbel" w:cs="Arial"/>
                <w:spacing w:val="-4"/>
                <w:w w:val="82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,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7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</w:rPr>
              <w:t>U</w:t>
            </w:r>
            <w:r w:rsidRPr="00B57B6B">
              <w:rPr>
                <w:rFonts w:ascii="Corbel" w:eastAsia="Arial" w:hAnsi="Corbel" w:cs="Arial"/>
                <w:w w:val="97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5"/>
                <w:w w:val="97"/>
                <w:sz w:val="24"/>
              </w:rPr>
              <w:t>b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-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3"/>
                <w:w w:val="108"/>
                <w:sz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ą</w:t>
            </w:r>
            <w:r w:rsidRPr="00B57B6B">
              <w:rPr>
                <w:rFonts w:ascii="Corbel" w:eastAsia="Arial" w:hAnsi="Corbel" w:cs="Arial"/>
                <w:w w:val="87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7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w w:val="93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3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(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re</w:t>
            </w:r>
            <w:r w:rsidRPr="00B57B6B">
              <w:rPr>
                <w:rFonts w:ascii="Corbel" w:eastAsia="Arial" w:hAnsi="Corbel" w:cs="Arial"/>
                <w:spacing w:val="1"/>
                <w:w w:val="94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w w:val="90"/>
                <w:sz w:val="24"/>
              </w:rPr>
              <w:t>)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4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7"/>
                <w:w w:val="90"/>
                <w:sz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2"/>
                <w:w w:val="80"/>
                <w:sz w:val="24"/>
              </w:rPr>
              <w:t>1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</w:rPr>
              <w:t>996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 xml:space="preserve">.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spacing w:val="-3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3"/>
                <w:w w:val="99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0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0"/>
                <w:sz w:val="24"/>
              </w:rPr>
              <w:t>łec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0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23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15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pacing w:val="1"/>
                <w:w w:val="108"/>
                <w:sz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pacing w:val="-16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3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2"/>
                <w:w w:val="92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spacing w:val="-6"/>
                <w:w w:val="104"/>
                <w:sz w:val="24"/>
              </w:rPr>
              <w:t>l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ą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-21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3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-19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18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m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-1"/>
                <w:w w:val="92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3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91"/>
                <w:sz w:val="24"/>
              </w:rPr>
              <w:t xml:space="preserve">e.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3"/>
                <w:w w:val="88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1"/>
                <w:w w:val="98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:</w:t>
            </w:r>
            <w:r w:rsidRPr="00B57B6B">
              <w:rPr>
                <w:rFonts w:ascii="Corbel" w:eastAsia="Arial" w:hAnsi="Corbel" w:cs="Arial"/>
                <w:spacing w:val="-14"/>
                <w:sz w:val="24"/>
              </w:rPr>
              <w:t xml:space="preserve"> </w:t>
            </w:r>
            <w:proofErr w:type="spellStart"/>
            <w:r w:rsidRPr="00B57B6B">
              <w:rPr>
                <w:rFonts w:ascii="Corbel" w:eastAsia="Arial" w:hAnsi="Corbel" w:cs="Arial"/>
                <w:w w:val="88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w w:val="93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-5"/>
                <w:w w:val="93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111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2"/>
                <w:w w:val="111"/>
                <w:sz w:val="24"/>
              </w:rPr>
              <w:t>t</w:t>
            </w:r>
            <w:proofErr w:type="spellEnd"/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</w:p>
          <w:p w14:paraId="62E466E9" w14:textId="77777777" w:rsidR="00B57B6B" w:rsidRPr="00B57B6B" w:rsidRDefault="00B57B6B" w:rsidP="00B57B6B">
            <w:pPr>
              <w:widowControl w:val="0"/>
              <w:autoSpaceDE w:val="0"/>
              <w:autoSpaceDN w:val="0"/>
              <w:spacing w:after="0" w:line="256" w:lineRule="auto"/>
              <w:ind w:left="105" w:right="98"/>
              <w:jc w:val="both"/>
              <w:rPr>
                <w:rFonts w:ascii="Corbel" w:eastAsia="Arial" w:hAnsi="Corbel" w:cs="Arial"/>
                <w:sz w:val="24"/>
              </w:rPr>
            </w:pPr>
            <w:r w:rsidRPr="00B57B6B">
              <w:rPr>
                <w:rFonts w:ascii="Corbel" w:eastAsia="Arial" w:hAnsi="Corbel" w:cs="Arial"/>
                <w:spacing w:val="-3"/>
                <w:w w:val="98"/>
                <w:sz w:val="24"/>
              </w:rPr>
              <w:t>M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3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ec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-</w:t>
            </w:r>
            <w:r w:rsidRPr="00B57B6B">
              <w:rPr>
                <w:rFonts w:ascii="Corbel" w:eastAsia="Arial" w:hAnsi="Corbel" w:cs="Arial"/>
                <w:spacing w:val="-1"/>
                <w:w w:val="93"/>
                <w:sz w:val="24"/>
              </w:rPr>
              <w:t>H</w:t>
            </w:r>
            <w:r w:rsidRPr="00B57B6B">
              <w:rPr>
                <w:rFonts w:ascii="Corbel" w:eastAsia="Arial" w:hAnsi="Corbel" w:cs="Arial"/>
                <w:spacing w:val="1"/>
                <w:w w:val="93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9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3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91"/>
                <w:sz w:val="24"/>
              </w:rPr>
              <w:t>K.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2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(</w:t>
            </w:r>
            <w:r w:rsidRPr="00B57B6B">
              <w:rPr>
                <w:rFonts w:ascii="Corbel" w:eastAsia="Arial" w:hAnsi="Corbel" w:cs="Arial"/>
                <w:smallCaps/>
                <w:spacing w:val="-3"/>
                <w:w w:val="91"/>
                <w:sz w:val="24"/>
              </w:rPr>
              <w:t>2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00</w:t>
            </w:r>
            <w:r w:rsidRPr="00B57B6B">
              <w:rPr>
                <w:rFonts w:ascii="Corbel" w:eastAsia="Arial" w:hAnsi="Corbel" w:cs="Arial"/>
                <w:w w:val="81"/>
                <w:sz w:val="24"/>
              </w:rPr>
              <w:t>3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)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pacing w:val="-18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m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87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6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0"/>
                <w:sz w:val="24"/>
              </w:rPr>
              <w:t>łec</w:t>
            </w:r>
            <w:r w:rsidRPr="00B57B6B">
              <w:rPr>
                <w:rFonts w:ascii="Corbel" w:eastAsia="Arial" w:hAnsi="Corbel" w:cs="Arial"/>
                <w:spacing w:val="-2"/>
                <w:w w:val="90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spacing w:val="-2"/>
                <w:w w:val="94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7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6"/>
                <w:w w:val="87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3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1"/>
                <w:w w:val="94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pacing w:val="-3"/>
                <w:w w:val="94"/>
                <w:sz w:val="24"/>
              </w:rPr>
              <w:t>j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7"/>
                <w:sz w:val="24"/>
              </w:rPr>
              <w:t>l</w:t>
            </w:r>
            <w:r w:rsidRPr="00B57B6B">
              <w:rPr>
                <w:rFonts w:ascii="Corbel" w:eastAsia="Arial" w:hAnsi="Corbel" w:cs="Arial"/>
                <w:spacing w:val="-3"/>
                <w:w w:val="97"/>
                <w:sz w:val="24"/>
              </w:rPr>
              <w:t>n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7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90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spacing w:val="-5"/>
                <w:w w:val="89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102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-2"/>
                <w:w w:val="102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3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104"/>
                <w:sz w:val="24"/>
              </w:rPr>
              <w:t xml:space="preserve">i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p</w:t>
            </w:r>
            <w:r w:rsidRPr="00B57B6B">
              <w:rPr>
                <w:rFonts w:ascii="Corbel" w:eastAsia="Arial" w:hAnsi="Corbel" w:cs="Arial"/>
                <w:w w:val="92"/>
                <w:sz w:val="24"/>
              </w:rPr>
              <w:t>r</w:t>
            </w:r>
            <w:r w:rsidRPr="00B57B6B">
              <w:rPr>
                <w:rFonts w:ascii="Corbel" w:eastAsia="Arial" w:hAnsi="Corbel" w:cs="Arial"/>
                <w:spacing w:val="1"/>
                <w:w w:val="92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y</w:t>
            </w:r>
            <w:r w:rsidRPr="00B57B6B">
              <w:rPr>
                <w:rFonts w:ascii="Corbel" w:eastAsia="Arial" w:hAnsi="Corbel" w:cs="Arial"/>
                <w:spacing w:val="-3"/>
                <w:w w:val="96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3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,</w:t>
            </w:r>
            <w:r w:rsidRPr="00B57B6B">
              <w:rPr>
                <w:rFonts w:ascii="Corbel" w:eastAsia="Arial" w:hAnsi="Corbel" w:cs="Arial"/>
                <w:spacing w:val="20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1"/>
                <w:w w:val="124"/>
                <w:sz w:val="24"/>
              </w:rPr>
              <w:t>t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pacing w:val="-26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4"/>
                <w:w w:val="88"/>
                <w:sz w:val="24"/>
              </w:rPr>
              <w:t>I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,</w:t>
            </w:r>
            <w:r w:rsidRPr="00B57B6B">
              <w:rPr>
                <w:rFonts w:ascii="Corbel" w:eastAsia="Arial" w:hAnsi="Corbel" w:cs="Arial"/>
                <w:spacing w:val="-26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>II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pacing w:val="-30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B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y</w:t>
            </w:r>
            <w:r w:rsidRPr="00B57B6B">
              <w:rPr>
                <w:rFonts w:ascii="Corbel" w:eastAsia="Arial" w:hAnsi="Corbel" w:cs="Arial"/>
                <w:spacing w:val="-4"/>
                <w:w w:val="96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spacing w:val="-1"/>
                <w:w w:val="88"/>
                <w:sz w:val="24"/>
              </w:rPr>
              <w:t>c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:</w:t>
            </w:r>
            <w:r w:rsidRPr="00B57B6B">
              <w:rPr>
                <w:rFonts w:ascii="Corbel" w:eastAsia="Arial" w:hAnsi="Corbel" w:cs="Arial"/>
                <w:spacing w:val="-19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y</w:t>
            </w:r>
            <w:r w:rsidRPr="00B57B6B">
              <w:rPr>
                <w:rFonts w:ascii="Corbel" w:eastAsia="Arial" w:hAnsi="Corbel" w:cs="Arial"/>
                <w:spacing w:val="1"/>
                <w:w w:val="96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6"/>
                <w:w w:val="98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  <w:r w:rsidRPr="00B57B6B">
              <w:rPr>
                <w:rFonts w:ascii="Corbel" w:eastAsia="Arial" w:hAnsi="Corbel" w:cs="Arial"/>
                <w:spacing w:val="-26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95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4"/>
                <w:w w:val="96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e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m</w:t>
            </w:r>
            <w:r w:rsidRPr="00B57B6B">
              <w:rPr>
                <w:rFonts w:ascii="Corbel" w:eastAsia="Arial" w:hAnsi="Corbel" w:cs="Arial"/>
                <w:w w:val="104"/>
                <w:sz w:val="24"/>
              </w:rPr>
              <w:t>ii</w:t>
            </w:r>
            <w:r w:rsidRPr="00B57B6B">
              <w:rPr>
                <w:rFonts w:ascii="Corbel" w:eastAsia="Arial" w:hAnsi="Corbel" w:cs="Arial"/>
                <w:spacing w:val="-29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B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y</w:t>
            </w:r>
            <w:r w:rsidRPr="00B57B6B">
              <w:rPr>
                <w:rFonts w:ascii="Corbel" w:eastAsia="Arial" w:hAnsi="Corbel" w:cs="Arial"/>
                <w:spacing w:val="-4"/>
                <w:w w:val="96"/>
                <w:sz w:val="24"/>
              </w:rPr>
              <w:t>d</w:t>
            </w:r>
            <w:r w:rsidRPr="00B57B6B">
              <w:rPr>
                <w:rFonts w:ascii="Corbel" w:eastAsia="Arial" w:hAnsi="Corbel" w:cs="Arial"/>
                <w:spacing w:val="-3"/>
                <w:w w:val="95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spacing w:val="1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spacing w:val="-2"/>
                <w:w w:val="80"/>
                <w:sz w:val="24"/>
              </w:rPr>
              <w:t>s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97"/>
                <w:sz w:val="24"/>
              </w:rPr>
              <w:t>iej</w:t>
            </w:r>
            <w:r w:rsidRPr="00B57B6B">
              <w:rPr>
                <w:rFonts w:ascii="Corbel" w:eastAsia="Arial" w:hAnsi="Corbel" w:cs="Arial"/>
                <w:spacing w:val="-21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w w:val="99"/>
                <w:sz w:val="24"/>
              </w:rPr>
              <w:t>im.</w:t>
            </w:r>
            <w:r w:rsidRPr="00B57B6B">
              <w:rPr>
                <w:rFonts w:ascii="Corbel" w:eastAsia="Arial" w:hAnsi="Corbel" w:cs="Arial"/>
                <w:spacing w:val="-25"/>
                <w:sz w:val="24"/>
              </w:rPr>
              <w:t xml:space="preserve"> </w:t>
            </w:r>
            <w:r w:rsidRPr="00B57B6B">
              <w:rPr>
                <w:rFonts w:ascii="Corbel" w:eastAsia="Arial" w:hAnsi="Corbel" w:cs="Arial"/>
                <w:spacing w:val="-6"/>
                <w:w w:val="90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spacing w:val="2"/>
                <w:w w:val="88"/>
                <w:sz w:val="24"/>
              </w:rPr>
              <w:t>a</w:t>
            </w:r>
            <w:r w:rsidRPr="00B57B6B">
              <w:rPr>
                <w:rFonts w:ascii="Corbel" w:eastAsia="Arial" w:hAnsi="Corbel" w:cs="Arial"/>
                <w:spacing w:val="-2"/>
                <w:w w:val="88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imier</w:t>
            </w:r>
            <w:r w:rsidRPr="00B57B6B">
              <w:rPr>
                <w:rFonts w:ascii="Corbel" w:eastAsia="Arial" w:hAnsi="Corbel" w:cs="Arial"/>
                <w:spacing w:val="3"/>
                <w:w w:val="96"/>
                <w:sz w:val="24"/>
              </w:rPr>
              <w:t>z</w:t>
            </w:r>
            <w:r w:rsidRPr="00B57B6B">
              <w:rPr>
                <w:rFonts w:ascii="Corbel" w:eastAsia="Arial" w:hAnsi="Corbel" w:cs="Arial"/>
                <w:w w:val="88"/>
                <w:sz w:val="24"/>
              </w:rPr>
              <w:t xml:space="preserve">a </w:t>
            </w:r>
            <w:r w:rsidRPr="00B57B6B">
              <w:rPr>
                <w:rFonts w:ascii="Corbel" w:eastAsia="Arial" w:hAnsi="Corbel" w:cs="Arial"/>
                <w:spacing w:val="-2"/>
                <w:w w:val="93"/>
                <w:sz w:val="24"/>
              </w:rPr>
              <w:t>W</w:t>
            </w:r>
            <w:r w:rsidRPr="00B57B6B">
              <w:rPr>
                <w:rFonts w:ascii="Corbel" w:eastAsia="Arial" w:hAnsi="Corbel" w:cs="Arial"/>
                <w:w w:val="96"/>
                <w:sz w:val="24"/>
              </w:rPr>
              <w:t>ie</w:t>
            </w:r>
            <w:r w:rsidRPr="00B57B6B">
              <w:rPr>
                <w:rFonts w:ascii="Corbel" w:eastAsia="Arial" w:hAnsi="Corbel" w:cs="Arial"/>
                <w:spacing w:val="-1"/>
                <w:w w:val="96"/>
                <w:sz w:val="24"/>
              </w:rPr>
              <w:t>l</w:t>
            </w:r>
            <w:r w:rsidRPr="00B57B6B">
              <w:rPr>
                <w:rFonts w:ascii="Corbel" w:eastAsia="Arial" w:hAnsi="Corbel" w:cs="Arial"/>
                <w:spacing w:val="-2"/>
                <w:w w:val="97"/>
                <w:sz w:val="24"/>
              </w:rPr>
              <w:t>k</w:t>
            </w:r>
            <w:r w:rsidRPr="00B57B6B">
              <w:rPr>
                <w:rFonts w:ascii="Corbel" w:eastAsia="Arial" w:hAnsi="Corbel" w:cs="Arial"/>
                <w:w w:val="94"/>
                <w:sz w:val="24"/>
              </w:rPr>
              <w:t>ie</w:t>
            </w:r>
            <w:r w:rsidRPr="00B57B6B">
              <w:rPr>
                <w:rFonts w:ascii="Corbel" w:eastAsia="Arial" w:hAnsi="Corbel" w:cs="Arial"/>
                <w:spacing w:val="2"/>
                <w:w w:val="94"/>
                <w:sz w:val="24"/>
              </w:rPr>
              <w:t>g</w:t>
            </w:r>
            <w:r w:rsidRPr="00B57B6B">
              <w:rPr>
                <w:rFonts w:ascii="Corbel" w:eastAsia="Arial" w:hAnsi="Corbel" w:cs="Arial"/>
                <w:spacing w:val="3"/>
                <w:w w:val="95"/>
                <w:sz w:val="24"/>
              </w:rPr>
              <w:t>o</w:t>
            </w:r>
            <w:r w:rsidRPr="00B57B6B">
              <w:rPr>
                <w:rFonts w:ascii="Corbel" w:eastAsia="Arial" w:hAnsi="Corbel" w:cs="Arial"/>
                <w:w w:val="95"/>
                <w:sz w:val="24"/>
              </w:rPr>
              <w:t>.</w:t>
            </w:r>
          </w:p>
          <w:p w14:paraId="416739B7" w14:textId="3E20AF9F" w:rsidR="00140DD5" w:rsidRPr="009C54AE" w:rsidRDefault="00140DD5" w:rsidP="00140DD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514C99C7" w14:textId="116DB8F4" w:rsidR="00E64BE4" w:rsidRDefault="0085747A" w:rsidP="00B57B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</w:t>
      </w:r>
      <w:r w:rsidR="00B57B6B">
        <w:rPr>
          <w:rFonts w:ascii="Corbel" w:hAnsi="Corbel"/>
          <w:b w:val="0"/>
          <w:smallCaps w:val="0"/>
          <w:szCs w:val="24"/>
        </w:rPr>
        <w:t>ej</w:t>
      </w:r>
    </w:p>
    <w:sectPr w:rsidR="00E64B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957" w14:textId="77777777" w:rsidR="00EB397D" w:rsidRDefault="00EB397D" w:rsidP="00C16ABF">
      <w:pPr>
        <w:spacing w:after="0" w:line="240" w:lineRule="auto"/>
      </w:pPr>
      <w:r>
        <w:separator/>
      </w:r>
    </w:p>
  </w:endnote>
  <w:endnote w:type="continuationSeparator" w:id="0">
    <w:p w14:paraId="75FD9027" w14:textId="77777777" w:rsidR="00EB397D" w:rsidRDefault="00EB39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7854C" w14:textId="77777777" w:rsidR="00EB397D" w:rsidRDefault="00EB397D" w:rsidP="00C16ABF">
      <w:pPr>
        <w:spacing w:after="0" w:line="240" w:lineRule="auto"/>
      </w:pPr>
      <w:r>
        <w:separator/>
      </w:r>
    </w:p>
  </w:footnote>
  <w:footnote w:type="continuationSeparator" w:id="0">
    <w:p w14:paraId="0883CDDF" w14:textId="77777777" w:rsidR="00EB397D" w:rsidRDefault="00EB397D" w:rsidP="00C16ABF">
      <w:pPr>
        <w:spacing w:after="0" w:line="240" w:lineRule="auto"/>
      </w:pPr>
      <w:r>
        <w:continuationSeparator/>
      </w:r>
    </w:p>
  </w:footnote>
  <w:footnote w:id="1">
    <w:p w14:paraId="52177E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67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B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2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DD5"/>
    <w:rsid w:val="001468A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4CE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3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8F6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96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C1D"/>
    <w:rsid w:val="00647FA8"/>
    <w:rsid w:val="00650C5F"/>
    <w:rsid w:val="00654934"/>
    <w:rsid w:val="00660FA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8BA"/>
    <w:rsid w:val="007C3299"/>
    <w:rsid w:val="007C3BCC"/>
    <w:rsid w:val="007C4546"/>
    <w:rsid w:val="007D6E56"/>
    <w:rsid w:val="007F4155"/>
    <w:rsid w:val="00801C0C"/>
    <w:rsid w:val="0081554D"/>
    <w:rsid w:val="0081707E"/>
    <w:rsid w:val="008449B3"/>
    <w:rsid w:val="008552A2"/>
    <w:rsid w:val="0085747A"/>
    <w:rsid w:val="00863016"/>
    <w:rsid w:val="0087419D"/>
    <w:rsid w:val="00884922"/>
    <w:rsid w:val="00885F64"/>
    <w:rsid w:val="008917F9"/>
    <w:rsid w:val="00897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306"/>
    <w:rsid w:val="00916188"/>
    <w:rsid w:val="00923D7D"/>
    <w:rsid w:val="0094679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6907"/>
    <w:rsid w:val="009F3C5C"/>
    <w:rsid w:val="009F4610"/>
    <w:rsid w:val="00A00ECC"/>
    <w:rsid w:val="00A135E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77F"/>
    <w:rsid w:val="00B57B6B"/>
    <w:rsid w:val="00B607DB"/>
    <w:rsid w:val="00B66529"/>
    <w:rsid w:val="00B67AF8"/>
    <w:rsid w:val="00B75946"/>
    <w:rsid w:val="00B8056E"/>
    <w:rsid w:val="00B819C8"/>
    <w:rsid w:val="00B82308"/>
    <w:rsid w:val="00B839D0"/>
    <w:rsid w:val="00B90885"/>
    <w:rsid w:val="00BB520A"/>
    <w:rsid w:val="00BC032B"/>
    <w:rsid w:val="00BD3869"/>
    <w:rsid w:val="00BD66E9"/>
    <w:rsid w:val="00BD6FF4"/>
    <w:rsid w:val="00BF2C41"/>
    <w:rsid w:val="00BF7A1F"/>
    <w:rsid w:val="00C058B4"/>
    <w:rsid w:val="00C05F44"/>
    <w:rsid w:val="00C11B2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EE1"/>
    <w:rsid w:val="00C94B98"/>
    <w:rsid w:val="00C94CEF"/>
    <w:rsid w:val="00CA2B96"/>
    <w:rsid w:val="00CA5089"/>
    <w:rsid w:val="00CD6897"/>
    <w:rsid w:val="00CE5BAC"/>
    <w:rsid w:val="00CF25BE"/>
    <w:rsid w:val="00CF78ED"/>
    <w:rsid w:val="00D0008B"/>
    <w:rsid w:val="00D02B25"/>
    <w:rsid w:val="00D02EBA"/>
    <w:rsid w:val="00D17C3C"/>
    <w:rsid w:val="00D239D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E54"/>
    <w:rsid w:val="00DF71C8"/>
    <w:rsid w:val="00E129B8"/>
    <w:rsid w:val="00E21E7D"/>
    <w:rsid w:val="00E22FBC"/>
    <w:rsid w:val="00E24BF5"/>
    <w:rsid w:val="00E25338"/>
    <w:rsid w:val="00E51E44"/>
    <w:rsid w:val="00E63348"/>
    <w:rsid w:val="00E64BE4"/>
    <w:rsid w:val="00E6502D"/>
    <w:rsid w:val="00E742AA"/>
    <w:rsid w:val="00E77E88"/>
    <w:rsid w:val="00E8107D"/>
    <w:rsid w:val="00E960BB"/>
    <w:rsid w:val="00EA2074"/>
    <w:rsid w:val="00EA4832"/>
    <w:rsid w:val="00EA4E9D"/>
    <w:rsid w:val="00EB397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7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4763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1C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1C0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C0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8246E-17A3-4091-B1D9-E5B9F866B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EF1C9E-D789-4BCF-BB09-B13DDC6452C3}"/>
</file>

<file path=customXml/itemProps3.xml><?xml version="1.0" encoding="utf-8"?>
<ds:datastoreItem xmlns:ds="http://schemas.openxmlformats.org/officeDocument/2006/customXml" ds:itemID="{D1FF63E6-F5C0-42FE-98B0-3E5C3AB69B2F}"/>
</file>

<file path=customXml/itemProps4.xml><?xml version="1.0" encoding="utf-8"?>
<ds:datastoreItem xmlns:ds="http://schemas.openxmlformats.org/officeDocument/2006/customXml" ds:itemID="{CBA02B0F-5CF6-497A-ABCF-7FC9312CA6B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2019-02-06T13:12:00Z</cp:lastPrinted>
  <dcterms:created xsi:type="dcterms:W3CDTF">2021-09-30T14:15:00Z</dcterms:created>
  <dcterms:modified xsi:type="dcterms:W3CDTF">2021-10-01T12:39:00Z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